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3D6E" w14:textId="77777777" w:rsidR="0045656C" w:rsidRPr="00383DBA" w:rsidRDefault="00CD6897" w:rsidP="004565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383DBA">
        <w:rPr>
          <w:rFonts w:ascii="Corbel" w:hAnsi="Corbel"/>
          <w:bCs/>
          <w:i/>
        </w:rPr>
        <w:t>Załącznik nr 1.5 do Zarządzenia Rektora UR  nr 12/2019</w:t>
      </w:r>
    </w:p>
    <w:p w14:paraId="27DC7643" w14:textId="77777777" w:rsidR="0045656C" w:rsidRPr="00383DBA" w:rsidRDefault="0045656C" w:rsidP="004565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SYLABUS</w:t>
      </w:r>
    </w:p>
    <w:p w14:paraId="4FB19EE3" w14:textId="77777777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dotyczy cyklu kształcenia</w:t>
      </w:r>
      <w:r w:rsidRPr="00383DBA">
        <w:rPr>
          <w:rFonts w:ascii="Corbel" w:hAnsi="Corbel"/>
          <w:i/>
          <w:smallCaps/>
          <w:sz w:val="24"/>
          <w:szCs w:val="24"/>
        </w:rPr>
        <w:t xml:space="preserve"> 2020-2022 </w:t>
      </w:r>
    </w:p>
    <w:p w14:paraId="6C294D4B" w14:textId="77777777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83DBA">
        <w:rPr>
          <w:rFonts w:ascii="Corbel" w:hAnsi="Corbel"/>
          <w:sz w:val="20"/>
          <w:szCs w:val="20"/>
        </w:rPr>
        <w:t>Rok akademicki 2021-2022</w:t>
      </w:r>
    </w:p>
    <w:bookmarkEnd w:id="0"/>
    <w:bookmarkEnd w:id="1"/>
    <w:p w14:paraId="006BF1EC" w14:textId="66DC6725" w:rsidR="0085747A" w:rsidRPr="00383DBA" w:rsidRDefault="0085747A" w:rsidP="0045656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Pr="00383DBA" w:rsidRDefault="0085747A" w:rsidP="0045656C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Podstawowe </w:t>
      </w:r>
      <w:r w:rsidR="00445970" w:rsidRPr="00383DBA">
        <w:rPr>
          <w:rFonts w:ascii="Corbel" w:hAnsi="Corbel"/>
          <w:szCs w:val="24"/>
        </w:rPr>
        <w:t>informacje o przedmiocie</w:t>
      </w:r>
    </w:p>
    <w:p w14:paraId="26DBD523" w14:textId="77777777" w:rsidR="0045656C" w:rsidRPr="00383DBA" w:rsidRDefault="0045656C" w:rsidP="0045656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3DBA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383DBA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383DBA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383DBA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383D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83D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383DBA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383DBA" w:rsidRDefault="0045656C" w:rsidP="004565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383DBA" w:rsidRDefault="0045656C" w:rsidP="004565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83DBA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83DBA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383D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 w:rsidRPr="00383D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383DBA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83DBA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33438188" w:rsidR="0085747A" w:rsidRPr="00383DBA" w:rsidRDefault="004565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40AE4" w:rsidRPr="00383D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383DBA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3DBA">
              <w:rPr>
                <w:rFonts w:ascii="Corbel" w:hAnsi="Corbel"/>
                <w:sz w:val="24"/>
                <w:szCs w:val="24"/>
              </w:rPr>
              <w:t>/y</w:t>
            </w:r>
            <w:r w:rsidRPr="00383D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383DBA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83DBA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383D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3DBA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383DBA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383D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* </w:t>
      </w:r>
      <w:r w:rsidRPr="00383D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383D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3DBA">
        <w:rPr>
          <w:rFonts w:ascii="Corbel" w:hAnsi="Corbel"/>
          <w:b w:val="0"/>
          <w:sz w:val="24"/>
          <w:szCs w:val="24"/>
        </w:rPr>
        <w:t>e,</w:t>
      </w:r>
      <w:r w:rsidRPr="00383D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383D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383DBA">
        <w:rPr>
          <w:rFonts w:ascii="Corbel" w:hAnsi="Corbel"/>
          <w:b w:val="0"/>
          <w:i/>
          <w:sz w:val="24"/>
          <w:szCs w:val="24"/>
        </w:rPr>
        <w:t>w Jednostce</w:t>
      </w:r>
    </w:p>
    <w:p w14:paraId="6CE131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57536" w14:textId="77777777" w:rsidR="0085747A" w:rsidRPr="00383D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1.</w:t>
      </w:r>
      <w:r w:rsidR="00E22FBC" w:rsidRPr="00383DBA">
        <w:rPr>
          <w:rFonts w:ascii="Corbel" w:hAnsi="Corbel"/>
          <w:sz w:val="24"/>
          <w:szCs w:val="24"/>
        </w:rPr>
        <w:t>1</w:t>
      </w:r>
      <w:r w:rsidRPr="00383D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83DBA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383D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(</w:t>
            </w:r>
            <w:r w:rsidR="00363F78" w:rsidRPr="00383D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Wykł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Konw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Sem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Prakt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3DBA">
              <w:rPr>
                <w:rFonts w:ascii="Corbel" w:hAnsi="Corbel"/>
                <w:b/>
                <w:szCs w:val="24"/>
              </w:rPr>
              <w:t>Liczba pkt</w:t>
            </w:r>
            <w:r w:rsidR="00B90885" w:rsidRPr="00383DBA">
              <w:rPr>
                <w:rFonts w:ascii="Corbel" w:hAnsi="Corbel"/>
                <w:b/>
                <w:szCs w:val="24"/>
              </w:rPr>
              <w:t>.</w:t>
            </w:r>
            <w:r w:rsidRPr="00383D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383DBA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383DBA" w:rsidRDefault="0045656C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383D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383D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1.</w:t>
      </w:r>
      <w:r w:rsidR="00E22FBC" w:rsidRPr="00383DBA">
        <w:rPr>
          <w:rFonts w:ascii="Corbel" w:hAnsi="Corbel"/>
          <w:smallCaps w:val="0"/>
          <w:szCs w:val="24"/>
        </w:rPr>
        <w:t>2</w:t>
      </w:r>
      <w:r w:rsidR="00F83B28" w:rsidRPr="00383DBA">
        <w:rPr>
          <w:rFonts w:ascii="Corbel" w:hAnsi="Corbel"/>
          <w:smallCaps w:val="0"/>
          <w:szCs w:val="24"/>
        </w:rPr>
        <w:t>.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83DB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383DB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83DB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83DB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87FA49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3DBA">
        <w:rPr>
          <w:rFonts w:ascii="MS Gothic" w:eastAsia="MS Gothic" w:hAnsi="MS Gothic" w:cs="MS Gothic" w:hint="eastAsia"/>
          <w:b w:val="0"/>
          <w:szCs w:val="24"/>
        </w:rPr>
        <w:t>☐</w:t>
      </w:r>
      <w:r w:rsidRPr="00383D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83DBA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999AB92" w14:textId="77777777" w:rsidR="0045656C" w:rsidRPr="00383DBA" w:rsidRDefault="0045656C" w:rsidP="004565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6088A90" w14:textId="77777777" w:rsidR="00E22FBC" w:rsidRPr="00383D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1.3 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>For</w:t>
      </w:r>
      <w:r w:rsidR="00445970" w:rsidRPr="00383DBA">
        <w:rPr>
          <w:rFonts w:ascii="Corbel" w:hAnsi="Corbel"/>
          <w:smallCaps w:val="0"/>
          <w:szCs w:val="24"/>
        </w:rPr>
        <w:t xml:space="preserve">ma zaliczenia przedmiotu </w:t>
      </w:r>
      <w:r w:rsidRPr="00383DBA">
        <w:rPr>
          <w:rFonts w:ascii="Corbel" w:hAnsi="Corbel"/>
          <w:smallCaps w:val="0"/>
          <w:szCs w:val="24"/>
        </w:rPr>
        <w:t xml:space="preserve"> (z toku) </w:t>
      </w:r>
      <w:r w:rsidRPr="00383D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383DBA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383DBA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Pr="00383D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83DBA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383DBA" w:rsidRDefault="00D5712E" w:rsidP="0045656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 Student właściwie sytuacje sektor organizacji non-profit obok sektorów publicznego i prywatnego.</w:t>
            </w:r>
          </w:p>
        </w:tc>
      </w:tr>
    </w:tbl>
    <w:p w14:paraId="09E942D8" w14:textId="77777777" w:rsidR="00153C41" w:rsidRPr="00383D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>3.</w:t>
      </w:r>
      <w:r w:rsidR="00A84C85" w:rsidRPr="00383DBA">
        <w:rPr>
          <w:rFonts w:ascii="Corbel" w:hAnsi="Corbel"/>
          <w:szCs w:val="24"/>
        </w:rPr>
        <w:t>cele, efekty uczenia się</w:t>
      </w:r>
      <w:r w:rsidR="0085747A" w:rsidRPr="00383DBA">
        <w:rPr>
          <w:rFonts w:ascii="Corbel" w:hAnsi="Corbel"/>
          <w:szCs w:val="24"/>
        </w:rPr>
        <w:t xml:space="preserve"> , treści Programowe i stosowane metody Dydaktyczne</w:t>
      </w:r>
    </w:p>
    <w:p w14:paraId="69C973F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Pr="00383D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3.1 </w:t>
      </w:r>
      <w:r w:rsidR="00C05F44" w:rsidRPr="00383DBA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383D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83DBA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383D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383DBA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383DBA" w:rsidRDefault="00D5712E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383DBA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383DBA" w:rsidRDefault="00D5712E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383DBA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383DBA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383D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3.2 </w:t>
      </w:r>
      <w:r w:rsidR="001D7B54" w:rsidRPr="00383DBA">
        <w:rPr>
          <w:rFonts w:ascii="Corbel" w:hAnsi="Corbel"/>
          <w:b/>
          <w:sz w:val="24"/>
          <w:szCs w:val="24"/>
        </w:rPr>
        <w:t xml:space="preserve">Efekty </w:t>
      </w:r>
      <w:r w:rsidR="00C05F44" w:rsidRPr="00383D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3DBA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383D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3DBA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3D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3D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383DBA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zasady działania i specyfikę organizacji non-profit.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K_W02</w:t>
            </w:r>
          </w:p>
          <w:p w14:paraId="4C09B41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D5712E" w:rsidRPr="00383DBA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83DBA" w:rsidRDefault="00D5712E" w:rsidP="1B447653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D5712E" w:rsidRPr="00383DBA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rozumie specyficzne zasady, procedury i warunki funkcjonowania sektora non-profit w Polsce. 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K_U06</w:t>
            </w:r>
          </w:p>
          <w:p w14:paraId="3251CF84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383DBA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>3.3</w:t>
      </w:r>
      <w:r w:rsidR="0085747A" w:rsidRPr="00383DBA">
        <w:rPr>
          <w:rFonts w:ascii="Corbel" w:hAnsi="Corbel"/>
          <w:b/>
          <w:sz w:val="24"/>
          <w:szCs w:val="24"/>
        </w:rPr>
        <w:t>T</w:t>
      </w:r>
      <w:r w:rsidR="001D7B54" w:rsidRPr="00383DBA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383D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3DBA">
        <w:rPr>
          <w:rFonts w:ascii="Corbel" w:hAnsi="Corbel"/>
          <w:sz w:val="24"/>
          <w:szCs w:val="24"/>
        </w:rPr>
        <w:t xml:space="preserve">, </w:t>
      </w:r>
      <w:r w:rsidRPr="00383DBA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383D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068E1BEE" w14:textId="77777777" w:rsidTr="00621503">
        <w:tc>
          <w:tcPr>
            <w:tcW w:w="9520" w:type="dxa"/>
          </w:tcPr>
          <w:p w14:paraId="3410E0D5" w14:textId="77777777" w:rsidR="0085747A" w:rsidRPr="00383D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383DBA" w14:paraId="5F96D366" w14:textId="77777777" w:rsidTr="00621503">
        <w:tc>
          <w:tcPr>
            <w:tcW w:w="9520" w:type="dxa"/>
          </w:tcPr>
          <w:p w14:paraId="14D2370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383DBA" w14:paraId="7871E7A8" w14:textId="77777777" w:rsidTr="00621503">
        <w:tc>
          <w:tcPr>
            <w:tcW w:w="9520" w:type="dxa"/>
          </w:tcPr>
          <w:p w14:paraId="3838DC8D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383DBA" w14:paraId="25FD17B7" w14:textId="77777777" w:rsidTr="00621503">
        <w:tc>
          <w:tcPr>
            <w:tcW w:w="9520" w:type="dxa"/>
          </w:tcPr>
          <w:p w14:paraId="44D12173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383DBA" w14:paraId="44DCF17E" w14:textId="77777777" w:rsidTr="00621503">
        <w:tc>
          <w:tcPr>
            <w:tcW w:w="9520" w:type="dxa"/>
          </w:tcPr>
          <w:p w14:paraId="79838046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383DBA" w14:paraId="2BEA28A7" w14:textId="77777777" w:rsidTr="00621503">
        <w:tc>
          <w:tcPr>
            <w:tcW w:w="9520" w:type="dxa"/>
          </w:tcPr>
          <w:p w14:paraId="6B29568C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383DBA" w14:paraId="498F9461" w14:textId="77777777" w:rsidTr="00621503">
        <w:tc>
          <w:tcPr>
            <w:tcW w:w="9520" w:type="dxa"/>
          </w:tcPr>
          <w:p w14:paraId="512668C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383DBA" w14:paraId="35EA16F4" w14:textId="77777777" w:rsidTr="00621503">
        <w:tc>
          <w:tcPr>
            <w:tcW w:w="9520" w:type="dxa"/>
          </w:tcPr>
          <w:p w14:paraId="243C3C82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Ewidencja dochodów i wydatków w jednostkach non-profit  i ich rozliczenia.</w:t>
            </w:r>
          </w:p>
        </w:tc>
      </w:tr>
    </w:tbl>
    <w:p w14:paraId="707F4C4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383D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383DBA" w:rsidRDefault="00D5712E" w:rsidP="00D5712E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383DBA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studium przypadku, pracę zespołową. Metody kształcenia na odległość.</w:t>
      </w:r>
    </w:p>
    <w:p w14:paraId="1B9B5182" w14:textId="77777777" w:rsidR="00E960BB" w:rsidRPr="00383D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383D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83DBA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383D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383D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3DBA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3DBA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383D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383D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383D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712E" w:rsidRPr="00383DBA" w14:paraId="0CEA5658" w14:textId="77777777" w:rsidTr="00F8385E">
        <w:tc>
          <w:tcPr>
            <w:tcW w:w="1962" w:type="dxa"/>
          </w:tcPr>
          <w:p w14:paraId="7D1A4147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383DBA" w:rsidRDefault="00D5712E" w:rsidP="00D571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383DBA" w14:paraId="05908BEB" w14:textId="77777777" w:rsidTr="00F8385E">
        <w:tc>
          <w:tcPr>
            <w:tcW w:w="1962" w:type="dxa"/>
          </w:tcPr>
          <w:p w14:paraId="14FF18FB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383DBA" w14:paraId="2744C573" w14:textId="77777777" w:rsidTr="00F8385E">
        <w:tc>
          <w:tcPr>
            <w:tcW w:w="1962" w:type="dxa"/>
          </w:tcPr>
          <w:p w14:paraId="15546A1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383D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383D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4.2 </w:t>
      </w:r>
      <w:r w:rsidR="0085747A" w:rsidRPr="00383DBA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42D2806E" w14:textId="77777777" w:rsidTr="19D15FE7">
        <w:tc>
          <w:tcPr>
            <w:tcW w:w="9670" w:type="dxa"/>
          </w:tcPr>
          <w:p w14:paraId="3535D9F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przygotowanej prezentacji (max 6 pkt) zagadnień do opracowania w grupach przedstawianych na zajęciach,</w:t>
            </w:r>
          </w:p>
          <w:p w14:paraId="62D5410F" w14:textId="6BFF5B61" w:rsidR="00D5712E" w:rsidRPr="00383DBA" w:rsidRDefault="00D5712E" w:rsidP="19D15FE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projektu zaliczeniowego (statut organizacji non</w:t>
            </w:r>
            <w:r w:rsidR="4BBBA272" w:rsidRPr="00383DBA">
              <w:rPr>
                <w:rStyle w:val="normaltextrun"/>
                <w:rFonts w:ascii="Corbel" w:hAnsi="Corbel" w:cs="Segoe UI"/>
              </w:rPr>
              <w:t>-</w:t>
            </w:r>
            <w:r w:rsidRPr="00383DBA">
              <w:rPr>
                <w:rStyle w:val="normaltextrun"/>
                <w:rFonts w:ascii="Corbel" w:hAnsi="Corbel" w:cs="Segoe UI"/>
              </w:rPr>
              <w:t>profit oraz ich budżet – max 16 pkt),</w:t>
            </w:r>
          </w:p>
          <w:p w14:paraId="2A2DBAEF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37693E8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do 50% - ocena 2,0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od 50% +0,5 pkt  do 63% - ocena </w:t>
            </w:r>
            <w:r w:rsidRPr="00383DB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64% do 72% - ocena 3,5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73% do 81% - ocena 4,0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82% </w:t>
            </w:r>
            <w:r w:rsidRPr="00383DBA">
              <w:rPr>
                <w:rStyle w:val="normaltextrun"/>
                <w:rFonts w:ascii="Corbel" w:hAnsi="Corbel"/>
              </w:rPr>
              <w:t>do 90</w:t>
            </w:r>
            <w:r w:rsidRPr="00383DBA">
              <w:rPr>
                <w:rStyle w:val="normaltextrun"/>
                <w:rFonts w:ascii="Corbel" w:hAnsi="Corbel" w:cs="Segoe UI"/>
              </w:rPr>
              <w:t>% - ocena 4,5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91% </w:t>
            </w:r>
            <w:r w:rsidRPr="00383DBA">
              <w:rPr>
                <w:rStyle w:val="normaltextrun"/>
                <w:rFonts w:ascii="Corbel" w:hAnsi="Corbel"/>
              </w:rPr>
              <w:t>do 100</w:t>
            </w:r>
            <w:r w:rsidRPr="00383DBA">
              <w:rPr>
                <w:rStyle w:val="normaltextrun"/>
                <w:rFonts w:ascii="Corbel" w:hAnsi="Corbel" w:cs="Segoe UI"/>
              </w:rPr>
              <w:t>% - ocena 5,0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383D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5. </w:t>
      </w:r>
      <w:r w:rsidR="00C61DC5" w:rsidRPr="00383D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83DBA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3DBA" w14:paraId="69DA3219" w14:textId="77777777" w:rsidTr="19D15FE7">
        <w:tc>
          <w:tcPr>
            <w:tcW w:w="4962" w:type="dxa"/>
          </w:tcPr>
          <w:p w14:paraId="786125A5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G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3D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3D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83D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83D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383DBA" w14:paraId="1C7B2C47" w14:textId="77777777" w:rsidTr="19D15FE7">
        <w:tc>
          <w:tcPr>
            <w:tcW w:w="4962" w:type="dxa"/>
          </w:tcPr>
          <w:p w14:paraId="72C0E144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383DBA" w:rsidRDefault="00D5712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383DBA" w14:paraId="643B0A07" w14:textId="77777777" w:rsidTr="19D15FE7">
        <w:tc>
          <w:tcPr>
            <w:tcW w:w="4962" w:type="dxa"/>
          </w:tcPr>
          <w:p w14:paraId="0CB84CB2" w14:textId="26BB6A00" w:rsidR="00C61DC5" w:rsidRPr="00383DBA" w:rsidRDefault="00C61DC5" w:rsidP="004565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D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D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656C" w:rsidRPr="00383D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3D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9D5F3F6" w14:textId="67D490CB" w:rsidR="00CF442A" w:rsidRPr="00383DBA" w:rsidRDefault="00D5712E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30</w:t>
            </w:r>
          </w:p>
          <w:p w14:paraId="10BAAAE7" w14:textId="0F9970DE" w:rsidR="00CF442A" w:rsidRPr="00383DBA" w:rsidRDefault="00CF442A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383DBA" w14:paraId="0E775B3B" w14:textId="77777777" w:rsidTr="19D15FE7">
        <w:tc>
          <w:tcPr>
            <w:tcW w:w="4962" w:type="dxa"/>
          </w:tcPr>
          <w:p w14:paraId="47FC8B87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383DBA" w14:paraId="6BB129CD" w14:textId="77777777" w:rsidTr="19D15FE7">
        <w:tc>
          <w:tcPr>
            <w:tcW w:w="4962" w:type="dxa"/>
          </w:tcPr>
          <w:p w14:paraId="13F39E09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3DB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83D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383D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6. </w:t>
      </w:r>
      <w:r w:rsidR="0085747A" w:rsidRPr="00383DBA">
        <w:rPr>
          <w:rFonts w:ascii="Corbel" w:hAnsi="Corbel"/>
          <w:smallCaps w:val="0"/>
          <w:szCs w:val="24"/>
        </w:rPr>
        <w:t>PRAKTYKI ZAWO</w:t>
      </w:r>
      <w:r w:rsidR="009D3F3B" w:rsidRPr="00383DBA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383DBA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83DBA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383D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7. </w:t>
      </w:r>
      <w:r w:rsidR="0085747A" w:rsidRPr="00383DBA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DBA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U.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Grzelońska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 , 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383DBA">
              <w:rPr>
                <w:rFonts w:ascii="Corbel" w:hAnsi="Corbel"/>
                <w:sz w:val="24"/>
                <w:szCs w:val="24"/>
              </w:rPr>
              <w:t>, 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K.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Czubakowska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, K. Winiarska, </w:t>
            </w:r>
            <w:r w:rsidRPr="00383DBA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K. Adamska-Dutkiewicz , 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383DBA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383DBA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J. A. F.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Stoner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, R. E.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Freedman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D.R Gilbert .,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A.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Chodyński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M. Huczek (red.), </w:t>
            </w:r>
            <w:r w:rsidRPr="00383DBA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Oficyna wydawnicza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Humanitas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Sosnowiec, 2008</w:t>
            </w:r>
          </w:p>
          <w:p w14:paraId="657C60C2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. Smalec . Marketing Przyszłości, Zeszyty Naukowe Uniwersytetu Szczecińskiego. Problemy Zarządzania, Finansów i Marketingu, 2015, nr 40.</w:t>
            </w:r>
          </w:p>
          <w:p w14:paraId="0BAFE182" w14:textId="77777777" w:rsidR="002009A2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3D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F5CFF" w14:textId="77777777" w:rsidR="00784368" w:rsidRDefault="00784368" w:rsidP="00C16ABF">
      <w:pPr>
        <w:spacing w:after="0" w:line="240" w:lineRule="auto"/>
      </w:pPr>
      <w:r>
        <w:separator/>
      </w:r>
    </w:p>
  </w:endnote>
  <w:endnote w:type="continuationSeparator" w:id="0">
    <w:p w14:paraId="662B645E" w14:textId="77777777" w:rsidR="00784368" w:rsidRDefault="007843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64449" w14:textId="77777777" w:rsidR="00784368" w:rsidRDefault="00784368" w:rsidP="00C16ABF">
      <w:pPr>
        <w:spacing w:after="0" w:line="240" w:lineRule="auto"/>
      </w:pPr>
      <w:r>
        <w:separator/>
      </w:r>
    </w:p>
  </w:footnote>
  <w:footnote w:type="continuationSeparator" w:id="0">
    <w:p w14:paraId="48AEC267" w14:textId="77777777" w:rsidR="00784368" w:rsidRDefault="00784368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50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468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7CF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A7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E0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FC5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E0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4F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83D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656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368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2A59A-F745-46DF-A0D0-8696F9F866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968</Words>
  <Characters>5813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6</cp:revision>
  <cp:lastPrinted>2019-02-06T12:12:00Z</cp:lastPrinted>
  <dcterms:created xsi:type="dcterms:W3CDTF">2020-12-02T07:21:00Z</dcterms:created>
  <dcterms:modified xsi:type="dcterms:W3CDTF">2020-12-13T10:36:00Z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